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4BFE">
        <w:rPr>
          <w:rFonts w:ascii="Corbel" w:hAnsi="Corbel"/>
          <w:b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917D5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917D5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561D21">
        <w:rPr>
          <w:rFonts w:ascii="Corbel" w:hAnsi="Corbel"/>
          <w:sz w:val="20"/>
          <w:szCs w:val="20"/>
        </w:rPr>
        <w:t>akademicki 2023</w:t>
      </w:r>
      <w:r w:rsidR="00814BFE">
        <w:rPr>
          <w:rFonts w:ascii="Corbel" w:hAnsi="Corbel"/>
          <w:sz w:val="20"/>
          <w:szCs w:val="20"/>
        </w:rPr>
        <w:t>/2024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917D5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917D5">
              <w:rPr>
                <w:rFonts w:ascii="Corbel" w:hAnsi="Corbel"/>
                <w:sz w:val="24"/>
                <w:szCs w:val="24"/>
              </w:rPr>
              <w:t>Prawo administracyjne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E1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5F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E1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5F8">
              <w:rPr>
                <w:rFonts w:ascii="Corbel" w:hAnsi="Corbel"/>
                <w:b w:val="0"/>
                <w:sz w:val="24"/>
                <w:szCs w:val="24"/>
              </w:rPr>
              <w:t>Zakład prawa administracyjnego i postępowania administracyjnego Instytutu Nauk Prawnych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75E2C" w:rsidP="00CC52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/</w:t>
            </w:r>
            <w:r w:rsidR="00B50D95">
              <w:rPr>
                <w:rFonts w:ascii="Corbel" w:hAnsi="Corbel"/>
                <w:b w:val="0"/>
                <w:sz w:val="24"/>
                <w:szCs w:val="24"/>
              </w:rPr>
              <w:t xml:space="preserve"> semestr 3 i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E03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92E5A" w:rsidP="00B50D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="00B50D95"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AE03AC" w:rsidP="007E15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AC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akademicki.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92E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1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1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561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561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E03AC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AC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Default="00561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Pr="009C54AE" w:rsidRDefault="00AE0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3AC" w:rsidRDefault="00561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E03AC" w:rsidRPr="00887D69" w:rsidRDefault="00AE03AC" w:rsidP="00AE03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AE03AC" w:rsidRPr="009C54AE" w:rsidRDefault="00AE03AC" w:rsidP="00AE03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B50D95" w:rsidRDefault="00B50D95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B50D95" w:rsidRPr="00B50D95" w:rsidRDefault="00B50D95" w:rsidP="00B50D95">
      <w:pPr>
        <w:spacing w:after="0" w:line="240" w:lineRule="auto"/>
        <w:jc w:val="both"/>
        <w:rPr>
          <w:rFonts w:ascii="Corbel" w:eastAsia="Cambria" w:hAnsi="Corbel"/>
        </w:rPr>
      </w:pPr>
      <w:r w:rsidRPr="00B50D95">
        <w:rPr>
          <w:rFonts w:ascii="Corbel" w:eastAsia="Cambria" w:hAnsi="Corbel"/>
        </w:rPr>
        <w:t>W przypadku wykładu – egzamin w formie pisemnej lub ustnej.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917D5" w:rsidRPr="009C54AE" w:rsidRDefault="002917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historii administracji i prawoznawstwa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E972D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935AE" w:rsidRPr="009C54AE" w:rsidRDefault="00D935AE" w:rsidP="00D935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935AE" w:rsidRPr="009C54AE" w:rsidRDefault="00D935AE" w:rsidP="00D935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D935AE" w:rsidRPr="009C54AE" w:rsidTr="00061B3C">
        <w:tc>
          <w:tcPr>
            <w:tcW w:w="1701" w:type="dxa"/>
            <w:vAlign w:val="center"/>
          </w:tcPr>
          <w:p w:rsidR="00D935AE" w:rsidRPr="009C54AE" w:rsidRDefault="00D935A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935AE" w:rsidRPr="009C54AE" w:rsidRDefault="00D935A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D935AE" w:rsidRPr="009C54AE" w:rsidRDefault="00D935AE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Pr="009C54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935AE" w:rsidRPr="009C54AE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Definiuje podstawowe pojęcia prawa administracyjnego oraz rozpoznaje normy prawa administracyjnego.</w:t>
            </w:r>
          </w:p>
        </w:tc>
        <w:tc>
          <w:tcPr>
            <w:tcW w:w="1873" w:type="dxa"/>
          </w:tcPr>
          <w:p w:rsidR="00D935AE" w:rsidRPr="009C54AE" w:rsidRDefault="00D935A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K_W01, K_W06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935AE" w:rsidRPr="009B7789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5D77">
              <w:rPr>
                <w:rFonts w:ascii="Corbel" w:hAnsi="Corbel"/>
                <w:b w:val="0"/>
                <w:smallCaps w:val="0"/>
                <w:szCs w:val="24"/>
              </w:rPr>
              <w:t xml:space="preserve">Identyfikuje źródła prawa krajowego i unijnego, międzynarodowego oraz je klasyfikuje i wyróżnia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wśród nich </w:t>
            </w:r>
            <w:r w:rsidRPr="008F5D77">
              <w:rPr>
                <w:rFonts w:ascii="Corbel" w:hAnsi="Corbel"/>
                <w:b w:val="0"/>
                <w:smallCaps w:val="0"/>
                <w:szCs w:val="24"/>
              </w:rPr>
              <w:t>źródła 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o historycznej ewolucji administracji i prawa administracyjnego oraz zna metody badawcze i narzędzia w zakresie ich badania.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 K_W12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Wyjaśnia znaczenie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norm, reguł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, których celem jest ujednolicenie wyników interpretacji przepisów prawa przez admin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istrację w toku jego stanowienia i stosowania.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K_W02, K_W05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Objaśnia różnicę pomiędzy prawnymi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formami działania administracji.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Klasyfikuje podział terytorialny i 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iuje pojęcia z nim związane, posiadając rozszerzoną wiedzę na temat jego struktur i instytucji działających w jego zakresie.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K_W07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podmioty wykonujące zadania admini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stracji na poszczególnych szczeblach jej struktury oraz posiada wiedzę w zakresie zasad i norm etycznych, a także etyki zawodowej podmiotów wykonujących określone zadania.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K_W07, K_W09, K_W12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Wskazuje istotę samorządu terytorialnego.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Klasyfikuje i dyskutuje na temat relacji działań jednostki nad administracją publiczną i administracji publicznej nad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jednostką potrafiąc dokonać subsumpcji określonego stanu faktycznego do właściwej normy prawnej.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K_W10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Posłu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guje się argumentacją prawniczą, interpretując i wyjaśniając znaczenie norm i stosunków administracyjnoprawnych oraz analizując przyczyny i przebieg procesu stosowania i stanowienia prawa administracyjnego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K_U04,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Stosuje ustawową terminologię używaną na gruncie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posługując się tekstami aktów normatywnych oraz posiada umiejętność rozwiązywania problemów prawnych w określonych stanach faktycznych dokonując ich subsumpcji pod obowiązujący stan prawny.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K_U09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Rozpoznaje różnice pomiędzy nadzorem, kontrolą i kierownictwem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analizuje przebieg tych procesów.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administracyjno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prawnej sytuacji osób fizycznych. Formułując własne opinie oraz stawiając proste hipotezy badawcze stara się je zweryfikować.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K_U06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K_U11, </w:t>
            </w:r>
            <w:r w:rsidRPr="006E6D21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dostrzec obszary życia społecznego, w zakresie których regulacje powinny zostać znowelizowane bądź w przyszłości w ogóle uregulowane oraz przedstawia konkretne metody i propozycje rozwiązań w tym zakresie.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 K_U16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E4C">
              <w:rPr>
                <w:rFonts w:ascii="Corbel" w:hAnsi="Corbel"/>
                <w:b w:val="0"/>
                <w:smallCaps w:val="0"/>
                <w:szCs w:val="24"/>
              </w:rPr>
              <w:t xml:space="preserve">Prezentuje umiejętność wykorzystania zdobytej wiedzy w różnych obszarach życia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Stosuje zasady etyczne w swoim zachowaniu i życiu, mając świadomość zawodu jaki będzie wykonywał, a także działania jakie będzie podejmował na rzecz zwiększania poziomu świadomości prawnej w społeczeństwie. </w:t>
            </w:r>
          </w:p>
        </w:tc>
        <w:tc>
          <w:tcPr>
            <w:tcW w:w="1873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K_K05,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D935AE" w:rsidRPr="009C54AE" w:rsidTr="00061B3C">
        <w:tc>
          <w:tcPr>
            <w:tcW w:w="1701" w:type="dxa"/>
          </w:tcPr>
          <w:p w:rsidR="00D935AE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D935AE" w:rsidRPr="005E079D" w:rsidRDefault="00D935AE" w:rsidP="00061B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873" w:type="dxa"/>
          </w:tcPr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:rsidR="00D935AE" w:rsidRPr="005E079D" w:rsidRDefault="00D935AE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9520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99520F">
              <w:rPr>
                <w:rFonts w:ascii="Corbel" w:hAnsi="Corbel" w:cs="Times-Roman"/>
                <w:sz w:val="24"/>
                <w:szCs w:val="24"/>
              </w:rPr>
              <w:t>1. Pojęcie administracji</w:t>
            </w:r>
            <w:r w:rsidR="00DD15BE">
              <w:rPr>
                <w:rFonts w:ascii="Corbel" w:hAnsi="Corbel" w:cs="Times-Roman"/>
                <w:sz w:val="24"/>
                <w:szCs w:val="24"/>
              </w:rPr>
              <w:t xml:space="preserve"> – 1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2. Pojęcie i podział prawa administracyjnego</w:t>
            </w:r>
            <w:r w:rsidR="00DD15BE">
              <w:rPr>
                <w:rFonts w:ascii="Corbel" w:hAnsi="Corbel"/>
                <w:sz w:val="24"/>
                <w:szCs w:val="24"/>
              </w:rPr>
              <w:t xml:space="preserve"> - 1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3. Podstawowe pojęcia w teorii prawa administracyjnego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5. Europeizacja prawa administracyjnego i administracji publicznej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 xml:space="preserve">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6. Prawne formy działania administracji</w:t>
            </w:r>
            <w:r w:rsidR="00561D21">
              <w:rPr>
                <w:rFonts w:ascii="Corbel" w:hAnsi="Corbel"/>
                <w:sz w:val="24"/>
                <w:szCs w:val="24"/>
              </w:rPr>
              <w:t xml:space="preserve"> - 10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8. Podmioty realizujące zada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>nia administracji publicznej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8D2307" w:rsidRPr="009C54AE" w:rsidTr="002A15A3">
        <w:tc>
          <w:tcPr>
            <w:tcW w:w="9639" w:type="dxa"/>
            <w:shd w:val="clear" w:color="auto" w:fill="auto"/>
          </w:tcPr>
          <w:p w:rsidR="008D2307" w:rsidRPr="0099520F" w:rsidRDefault="008D2307" w:rsidP="008D23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lastRenderedPageBreak/>
              <w:t xml:space="preserve">10. Administracja rządowa i samorząd </w:t>
            </w:r>
            <w:r w:rsidR="00966328" w:rsidRPr="0099520F">
              <w:rPr>
                <w:rFonts w:ascii="Corbel" w:hAnsi="Corbel"/>
                <w:sz w:val="24"/>
                <w:szCs w:val="24"/>
              </w:rPr>
              <w:t>terytorialny - 10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rządowej, a część szczegółowa prawa administracyjnego - 2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</w:t>
            </w:r>
            <w:r w:rsidR="00DD15BE">
              <w:rPr>
                <w:rFonts w:ascii="Corbel" w:hAnsi="Corbel"/>
                <w:sz w:val="24"/>
                <w:szCs w:val="24"/>
              </w:rPr>
              <w:t xml:space="preserve"> paszportowe - 10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13. Zbiórki publiczne - 1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6632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14. Przepisy normujące wolność zrzeszania się: prawo o stowarzyszeniach, zgromadzenia </w:t>
            </w:r>
            <w:r w:rsidR="00DD15BE">
              <w:rPr>
                <w:rFonts w:ascii="Corbel" w:hAnsi="Corbel"/>
                <w:sz w:val="24"/>
                <w:szCs w:val="24"/>
              </w:rPr>
              <w:t>publiczne, partie polityczne - 2</w:t>
            </w:r>
            <w:r w:rsidRPr="0099520F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</w:tr>
      <w:tr w:rsidR="00966328" w:rsidRPr="006A6556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6632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</w:t>
            </w:r>
            <w:r w:rsidR="00DD15BE">
              <w:rPr>
                <w:rFonts w:ascii="Corbel" w:hAnsi="Corbel"/>
                <w:sz w:val="24"/>
                <w:szCs w:val="24"/>
              </w:rPr>
              <w:t>olaka - 4</w:t>
            </w:r>
          </w:p>
        </w:tc>
      </w:tr>
      <w:tr w:rsidR="00966328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</w:t>
            </w:r>
            <w:r w:rsidR="00DD15BE">
              <w:rPr>
                <w:rFonts w:ascii="Corbel" w:hAnsi="Corbel"/>
                <w:sz w:val="24"/>
                <w:szCs w:val="24"/>
              </w:rPr>
              <w:t>6. Sposoby korzystania z wód - 1</w:t>
            </w:r>
          </w:p>
        </w:tc>
      </w:tr>
      <w:tr w:rsidR="00966328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17. Administracja pomocy społecznej - 2</w:t>
            </w:r>
          </w:p>
        </w:tc>
      </w:tr>
      <w:tr w:rsidR="00966328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18. Bezpieczeństwo imprez masowych - 2</w:t>
            </w:r>
          </w:p>
        </w:tc>
      </w:tr>
      <w:tr w:rsidR="00966328" w:rsidTr="009663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328" w:rsidRPr="0099520F" w:rsidRDefault="00966328" w:rsidP="00922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19. Szkolnictwo wyższe, stopnie i tytuły naukowe - 2</w:t>
            </w:r>
          </w:p>
        </w:tc>
      </w:tr>
      <w:tr w:rsidR="00547F29" w:rsidRPr="009C54AE" w:rsidTr="002A15A3">
        <w:tc>
          <w:tcPr>
            <w:tcW w:w="9639" w:type="dxa"/>
            <w:shd w:val="clear" w:color="auto" w:fill="auto"/>
          </w:tcPr>
          <w:p w:rsidR="00547F29" w:rsidRPr="0099520F" w:rsidRDefault="00547F29" w:rsidP="0096632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Suma: </w:t>
            </w:r>
            <w:r w:rsidR="00DD15BE">
              <w:rPr>
                <w:rFonts w:ascii="Corbel" w:hAnsi="Corbel"/>
                <w:sz w:val="24"/>
                <w:szCs w:val="24"/>
              </w:rPr>
              <w:t>60</w:t>
            </w:r>
            <w:r w:rsidRPr="0099520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66328" w:rsidRDefault="0085747A" w:rsidP="009663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9520F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9520F">
        <w:rPr>
          <w:rFonts w:ascii="Corbel" w:hAnsi="Corbel"/>
          <w:smallCaps w:val="0"/>
          <w:szCs w:val="24"/>
        </w:rPr>
        <w:t>Wykład:</w:t>
      </w:r>
      <w:r w:rsidRPr="0099520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 w:rsidR="0099520F">
        <w:rPr>
          <w:rFonts w:ascii="Corbel" w:hAnsi="Corbel"/>
          <w:b w:val="0"/>
          <w:smallCaps w:val="0"/>
          <w:szCs w:val="24"/>
        </w:rPr>
        <w:t>łowych oraz wybranych orzeczeń.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917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E1049" w:rsidRPr="009C54AE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010D" w:rsidRDefault="00547F2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010D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10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9952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3F52FF" w:rsidRPr="003F52FF" w:rsidRDefault="00DD15BE" w:rsidP="003F52F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60</w:t>
            </w:r>
            <w:r w:rsidR="003F52FF" w:rsidRPr="003F52FF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  <w:p w:rsidR="0085747A" w:rsidRPr="009C54AE" w:rsidRDefault="0085747A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66328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99520F">
              <w:rPr>
                <w:rFonts w:ascii="Corbel" w:hAnsi="Corbel"/>
                <w:sz w:val="24"/>
                <w:szCs w:val="24"/>
              </w:rPr>
              <w:t xml:space="preserve"> egzaminie 2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F52FF" w:rsidRPr="009C54AE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D15BE">
              <w:rPr>
                <w:rFonts w:ascii="Corbel" w:hAnsi="Corbel"/>
                <w:sz w:val="24"/>
                <w:szCs w:val="24"/>
              </w:rPr>
              <w:t>rzygotowanie do egzaminu: 17</w:t>
            </w:r>
            <w:r w:rsidR="00B42E42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D15BE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232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D15BE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9520F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8B2CC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8B2CCC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2917D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7E15F8" w:rsidRDefault="007E15F8" w:rsidP="007E15F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917D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917D5" w:rsidRPr="002917D5" w:rsidRDefault="002917D5" w:rsidP="007E15F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 w:rsidR="00DD15BE">
              <w:rPr>
                <w:rFonts w:ascii="Corbel" w:eastAsia="Cambria" w:hAnsi="Corbel"/>
              </w:rPr>
              <w:t>nictwo Wolters Kluwer, Warszawa 2021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>
              <w:rPr>
                <w:rFonts w:ascii="Corbel" w:eastAsia="Cambria" w:hAnsi="Corbel"/>
              </w:rPr>
              <w:t xml:space="preserve"> </w:t>
            </w:r>
            <w:r w:rsidRPr="001A5746">
              <w:rPr>
                <w:rFonts w:ascii="Corbel" w:eastAsia="Cambria" w:hAnsi="Corbel"/>
              </w:rPr>
              <w:t>Wolters Kluwer Polska</w:t>
            </w:r>
            <w:r>
              <w:rPr>
                <w:rFonts w:ascii="Corbel" w:eastAsia="Cambria" w:hAnsi="Corbel"/>
              </w:rPr>
              <w:t>, Warszawa 2019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 xml:space="preserve">, Wyd.6, Wydawnictwo </w:t>
            </w:r>
            <w:proofErr w:type="spellStart"/>
            <w:r w:rsidRPr="003F52FF">
              <w:rPr>
                <w:rFonts w:ascii="Corbel" w:eastAsia="Cambria" w:hAnsi="Corbel"/>
              </w:rPr>
              <w:t>LexisNexis</w:t>
            </w:r>
            <w:proofErr w:type="spellEnd"/>
            <w:r w:rsidRPr="003F52FF">
              <w:rPr>
                <w:rFonts w:ascii="Corbel" w:eastAsia="Cambria" w:hAnsi="Corbel"/>
              </w:rPr>
              <w:t>, Warszawa 2013,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>
              <w:rPr>
                <w:rFonts w:ascii="Corbel" w:eastAsia="Cambria" w:hAnsi="Corbel"/>
                <w:i/>
                <w:iCs/>
              </w:rPr>
              <w:t>Prawo administracyjne</w:t>
            </w:r>
            <w:r>
              <w:rPr>
                <w:rFonts w:ascii="Corbel" w:eastAsia="Cambria" w:hAnsi="Corbel"/>
              </w:rPr>
              <w:t>, Wolters Kluwer, Warszawa 2020</w:t>
            </w:r>
            <w:r w:rsidRPr="003F52FF">
              <w:rPr>
                <w:rFonts w:ascii="Corbel" w:eastAsia="Cambria" w:hAnsi="Corbel"/>
              </w:rPr>
              <w:t>,</w:t>
            </w:r>
          </w:p>
          <w:p w:rsidR="004717C2" w:rsidRPr="003F52FF" w:rsidRDefault="004717C2" w:rsidP="004717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 xml:space="preserve">A. </w:t>
            </w:r>
            <w:proofErr w:type="spellStart"/>
            <w:r w:rsidRPr="003F52FF">
              <w:rPr>
                <w:rFonts w:ascii="Corbel" w:eastAsia="Cambria" w:hAnsi="Corbel" w:cs="Times-Roman"/>
                <w:lang w:eastAsia="pl-PL"/>
              </w:rPr>
              <w:t>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proofErr w:type="spellEnd"/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:rsidR="003F52FF" w:rsidRPr="00E126D9" w:rsidRDefault="004717C2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:rsidR="00ED0422" w:rsidRPr="009C54AE" w:rsidRDefault="00ED0422" w:rsidP="00ED04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DD15BE" w:rsidRDefault="00DD15BE" w:rsidP="00DD15B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917D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917D5" w:rsidRPr="002917D5" w:rsidRDefault="002917D5" w:rsidP="00DD15B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DD15BE" w:rsidRPr="00731A24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Jagielski,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Kontrola administracji publicznej, </w:t>
            </w:r>
            <w:r w:rsidRPr="00731A24">
              <w:rPr>
                <w:rFonts w:eastAsia="Cambria" w:cs="Times-Roman"/>
                <w:lang w:eastAsia="pl-PL"/>
              </w:rPr>
              <w:t>Wyd. LexisNexis, Warszawa 2007,</w:t>
            </w:r>
            <w:r w:rsidRPr="00731A24">
              <w:rPr>
                <w:rFonts w:eastAsia="Cambria"/>
                <w:b/>
              </w:rPr>
              <w:t xml:space="preserve"> </w:t>
            </w:r>
          </w:p>
          <w:p w:rsidR="00DD15BE" w:rsidRPr="00731A24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S. Fundowicz,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Decentralizacja administracji publicznej w Polsce</w:t>
            </w:r>
            <w:r w:rsidRPr="00731A24">
              <w:rPr>
                <w:rFonts w:eastAsia="Cambria" w:cs="Times-Roman"/>
                <w:lang w:eastAsia="pl-PL"/>
              </w:rPr>
              <w:t>, Lublin 2005,</w:t>
            </w:r>
          </w:p>
          <w:p w:rsidR="00DD15BE" w:rsidRPr="00731A24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B. Dolnicki,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Samorz</w:t>
            </w:r>
            <w:r w:rsidRPr="00731A24">
              <w:rPr>
                <w:rFonts w:eastAsia="Cambria" w:cs="TT196D5o00"/>
                <w:lang w:eastAsia="pl-PL"/>
              </w:rPr>
              <w:t>ą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 terytorialny</w:t>
            </w:r>
            <w:r>
              <w:rPr>
                <w:rFonts w:eastAsia="Cambria" w:cs="Times-Roman"/>
                <w:lang w:eastAsia="pl-PL"/>
              </w:rPr>
              <w:t>, Wolters Kluwer 2019</w:t>
            </w:r>
            <w:r w:rsidRPr="00731A24">
              <w:rPr>
                <w:rFonts w:eastAsia="Cambria" w:cs="Times-Roman"/>
                <w:lang w:eastAsia="pl-PL"/>
              </w:rPr>
              <w:t>,</w:t>
            </w:r>
          </w:p>
          <w:p w:rsidR="00DD15BE" w:rsidRPr="00731A24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S.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Langrod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 xml:space="preserve">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Instytucje prawa administracyjnego. Zarys cz</w:t>
            </w:r>
            <w:r w:rsidRPr="00731A24">
              <w:rPr>
                <w:rFonts w:eastAsia="Cambria" w:cs="TT196D5o00"/>
                <w:lang w:eastAsia="pl-PL"/>
              </w:rPr>
              <w:t>ęś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ci ogólnej</w:t>
            </w:r>
            <w:r w:rsidRPr="00731A24">
              <w:rPr>
                <w:rFonts w:eastAsia="Cambria" w:cs="Times-Roman"/>
                <w:lang w:eastAsia="pl-PL"/>
              </w:rPr>
              <w:t>. Reprint, Zakamycze 2003,</w:t>
            </w:r>
          </w:p>
          <w:p w:rsidR="00DD15BE" w:rsidRPr="00731A24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>T. B</w:t>
            </w:r>
            <w:r w:rsidRPr="00731A24">
              <w:rPr>
                <w:rFonts w:eastAsia="Cambria" w:cs="TT196C6o00"/>
                <w:lang w:eastAsia="pl-PL"/>
              </w:rPr>
              <w:t>ą</w:t>
            </w:r>
            <w:r w:rsidRPr="00731A24">
              <w:rPr>
                <w:rFonts w:eastAsia="Cambria" w:cs="Times-Roman"/>
                <w:lang w:eastAsia="pl-PL"/>
              </w:rPr>
              <w:t xml:space="preserve">kowski,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Administracyjnoprawna sytuacja jednostki w 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wietle zasady pomocniczo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ci, </w:t>
            </w:r>
            <w:r w:rsidRPr="00731A24">
              <w:rPr>
                <w:rFonts w:eastAsia="Cambria" w:cs="Times-Roman"/>
                <w:lang w:eastAsia="pl-PL"/>
              </w:rPr>
              <w:t>Wolters Kluwer</w:t>
            </w:r>
            <w:r w:rsidRPr="00731A24">
              <w:rPr>
                <w:rFonts w:eastAsia="Cambria"/>
                <w:b/>
              </w:rPr>
              <w:t xml:space="preserve"> </w:t>
            </w:r>
            <w:r w:rsidRPr="00731A24">
              <w:rPr>
                <w:rFonts w:eastAsia="Cambria" w:cs="Times-Roman"/>
                <w:lang w:eastAsia="pl-PL"/>
              </w:rPr>
              <w:t>2007,</w:t>
            </w:r>
          </w:p>
          <w:p w:rsidR="00DD15BE" w:rsidRPr="009F7D09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Zimmermann (red.),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Koncepcja systemu prawa administracyjnego, </w:t>
            </w:r>
            <w:r w:rsidRPr="00731A24">
              <w:rPr>
                <w:rFonts w:eastAsia="Cambria" w:cs="Times-Roman"/>
                <w:lang w:eastAsia="pl-PL"/>
              </w:rPr>
              <w:t>Wolters Kluwer 2007,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Jagielski, M. Wierzbowski, </w:t>
            </w:r>
            <w:r w:rsidRPr="00F77916">
              <w:rPr>
                <w:rFonts w:eastAsia="Cambria"/>
                <w:i/>
              </w:rPr>
              <w:t>Prawo administracyjne dziś i jutro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Wolters Kluwer Polska</w:t>
            </w:r>
            <w:r>
              <w:rPr>
                <w:rFonts w:eastAsia="Cambria"/>
              </w:rPr>
              <w:t xml:space="preserve"> 2018,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</w:t>
            </w:r>
            <w:r w:rsidRPr="00507EF0">
              <w:rPr>
                <w:rFonts w:eastAsia="Cambria"/>
              </w:rPr>
              <w:t xml:space="preserve"> Korczak (red.)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 xml:space="preserve">Prawo CCCXXVII. </w:t>
            </w:r>
            <w:r w:rsidRPr="00F77916">
              <w:rPr>
                <w:rFonts w:eastAsia="Cambria"/>
                <w:i/>
              </w:rPr>
              <w:t>Sto lat polskiej administracji publicznej</w:t>
            </w:r>
            <w:r>
              <w:rPr>
                <w:rFonts w:eastAsia="Cambria"/>
              </w:rPr>
              <w:t>, 2019,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B. Jaworska-Dębska, Z. Duniewska, M. Kasiński, E. Olejniczak-Szałowska, R. Michalska-</w:t>
            </w:r>
            <w:proofErr w:type="spellStart"/>
            <w:r>
              <w:rPr>
                <w:rFonts w:eastAsia="Cambria"/>
              </w:rPr>
              <w:t>Badziak</w:t>
            </w:r>
            <w:proofErr w:type="spellEnd"/>
            <w:r>
              <w:rPr>
                <w:rFonts w:eastAsia="Cambria"/>
              </w:rPr>
              <w:t>, P.</w:t>
            </w:r>
            <w:r w:rsidRPr="00507EF0">
              <w:rPr>
                <w:rFonts w:eastAsia="Cambria"/>
              </w:rPr>
              <w:t xml:space="preserve"> Korzeniowski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O prawie administracyjnym i administracji. Refleksje. Księga jubileuszowa dedykowana Profesor Małgorzacie Stahl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2016</w:t>
            </w:r>
            <w:r>
              <w:rPr>
                <w:rFonts w:eastAsia="Cambria"/>
              </w:rPr>
              <w:t>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E. Feret, S.</w:t>
            </w:r>
            <w:r w:rsidRPr="00507EF0">
              <w:rPr>
                <w:rFonts w:eastAsia="Cambria"/>
              </w:rPr>
              <w:t xml:space="preserve"> Pieprzny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Aktualne problemy funkcjonowania samorządu terytorialnego</w:t>
            </w:r>
            <w:r>
              <w:rPr>
                <w:rFonts w:eastAsia="Cambria"/>
              </w:rPr>
              <w:t>, Rzeszów-</w:t>
            </w:r>
            <w:r w:rsidRPr="00507EF0">
              <w:rPr>
                <w:rFonts w:eastAsia="Cambria"/>
              </w:rPr>
              <w:t xml:space="preserve">Sandomierz </w:t>
            </w:r>
            <w:r>
              <w:rPr>
                <w:rFonts w:eastAsia="Cambria"/>
              </w:rPr>
              <w:t>2017,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Blicharz, L.</w:t>
            </w:r>
            <w:r w:rsidRPr="00507EF0">
              <w:rPr>
                <w:rFonts w:eastAsia="Cambria"/>
              </w:rPr>
              <w:t xml:space="preserve"> Zacharko </w:t>
            </w:r>
            <w:r>
              <w:rPr>
                <w:rFonts w:eastAsia="Cambria"/>
              </w:rPr>
              <w:t xml:space="preserve">(red.) </w:t>
            </w:r>
            <w:r w:rsidRPr="00F77916">
              <w:rPr>
                <w:rFonts w:eastAsia="Cambria"/>
                <w:i/>
              </w:rPr>
              <w:t>Administracja. Prawo administracyjne. Część ogólna</w:t>
            </w:r>
            <w:r>
              <w:rPr>
                <w:rFonts w:eastAsia="Cambria"/>
              </w:rPr>
              <w:t>, Katowice 2018,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R. Hauser, Z. Niewiadomski, A. Wróbel (red.), </w:t>
            </w:r>
            <w:r w:rsidRPr="00F77916">
              <w:rPr>
                <w:rFonts w:eastAsia="Cambria"/>
                <w:i/>
              </w:rPr>
              <w:t>System Prawa Administracyjnego, Tom 1-12</w:t>
            </w:r>
            <w:r>
              <w:rPr>
                <w:rFonts w:eastAsia="Cambria"/>
              </w:rPr>
              <w:t>, Warszawa 2010-2019,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B. Dolnicki, </w:t>
            </w:r>
            <w:r w:rsidRPr="00F77916">
              <w:rPr>
                <w:rFonts w:eastAsia="Cambria"/>
                <w:i/>
              </w:rPr>
              <w:t>Źródła prawa w samorządzie terytorialnym</w:t>
            </w:r>
            <w:r>
              <w:rPr>
                <w:rFonts w:eastAsia="Cambria"/>
              </w:rPr>
              <w:t xml:space="preserve">, </w:t>
            </w:r>
            <w:r w:rsidRPr="00343618">
              <w:rPr>
                <w:rFonts w:eastAsia="Cambria"/>
              </w:rPr>
              <w:t>Wolters Kluwer</w:t>
            </w:r>
            <w:r>
              <w:rPr>
                <w:rFonts w:eastAsia="Cambria"/>
              </w:rPr>
              <w:t xml:space="preserve"> 2018,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Budzisz, B. Jaworska-Dębska, E.</w:t>
            </w:r>
            <w:r w:rsidRPr="00343618">
              <w:rPr>
                <w:rFonts w:eastAsia="Cambria"/>
              </w:rPr>
              <w:t xml:space="preserve"> Olejniczak-Szałowska</w:t>
            </w:r>
            <w:r>
              <w:rPr>
                <w:rFonts w:eastAsia="Cambria"/>
              </w:rPr>
              <w:t xml:space="preserve"> (red.), </w:t>
            </w:r>
            <w:r w:rsidRPr="00F77916">
              <w:rPr>
                <w:rFonts w:eastAsia="Cambria"/>
                <w:i/>
              </w:rPr>
              <w:t>Decentralizacja i centralizacja administracji publicznej. Współczesny wymiar w teorii i praktyce</w:t>
            </w:r>
            <w:r>
              <w:rPr>
                <w:rFonts w:eastAsia="Cambria"/>
              </w:rPr>
              <w:t>, Wolters Kluwer 2019</w:t>
            </w:r>
            <w:r w:rsidRPr="005D771B">
              <w:rPr>
                <w:rFonts w:eastAsia="Cambria"/>
              </w:rPr>
              <w:t>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Pr="005D771B">
              <w:rPr>
                <w:rFonts w:eastAsia="Cambria"/>
              </w:rPr>
              <w:t xml:space="preserve"> Dyląg</w:t>
            </w:r>
            <w:r>
              <w:rPr>
                <w:rFonts w:eastAsia="Cambria"/>
              </w:rPr>
              <w:t>,</w:t>
            </w:r>
            <w:r w:rsidRPr="005D771B">
              <w:rPr>
                <w:rFonts w:eastAsia="Cambria"/>
              </w:rPr>
              <w:t xml:space="preserve"> P</w:t>
            </w:r>
            <w:r w:rsidRPr="00F77916">
              <w:rPr>
                <w:rFonts w:eastAsia="Cambria"/>
                <w:i/>
              </w:rPr>
              <w:t>rzekształcenie samodzielnego publicznego zakładu opieki zdrowotnej jako forma prywatyzacji zadań publicznych</w:t>
            </w:r>
            <w:r>
              <w:rPr>
                <w:rFonts w:eastAsia="Cambria"/>
              </w:rPr>
              <w:t>, 2014,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Kledzik, </w:t>
            </w:r>
            <w:r w:rsidRPr="00F77916">
              <w:rPr>
                <w:rFonts w:eastAsia="Cambria"/>
                <w:i/>
              </w:rPr>
              <w:t>Prawne uwarunkowania stwierdzenia nieważności decyzji w ogólnym postępowaniu administracyjnym</w:t>
            </w:r>
            <w:r>
              <w:rPr>
                <w:rFonts w:eastAsia="Cambria"/>
              </w:rPr>
              <w:t xml:space="preserve">, </w:t>
            </w:r>
            <w:r w:rsidRPr="005D771B">
              <w:rPr>
                <w:rFonts w:eastAsia="Cambria"/>
              </w:rPr>
              <w:t>PRESSCOM</w:t>
            </w:r>
            <w:r>
              <w:rPr>
                <w:rFonts w:eastAsia="Cambria"/>
              </w:rPr>
              <w:t xml:space="preserve"> 2018,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Barczak, P. Korzeniowski</w:t>
            </w:r>
            <w:r w:rsidRPr="005D771B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>(</w:t>
            </w:r>
            <w:r w:rsidRPr="005D771B">
              <w:rPr>
                <w:rFonts w:eastAsia="Cambria"/>
              </w:rPr>
              <w:t>red.</w:t>
            </w:r>
            <w:r>
              <w:rPr>
                <w:rFonts w:eastAsia="Cambria"/>
              </w:rPr>
              <w:t xml:space="preserve">), </w:t>
            </w:r>
            <w:r w:rsidRPr="00F77916">
              <w:rPr>
                <w:rFonts w:eastAsia="Cambria"/>
                <w:i/>
              </w:rPr>
              <w:t>Administracja a środowisko</w:t>
            </w:r>
            <w:r>
              <w:rPr>
                <w:rFonts w:eastAsia="Cambria"/>
              </w:rPr>
              <w:t>, Szczecin 2018,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w Polsce</w:t>
            </w:r>
            <w:r>
              <w:rPr>
                <w:rFonts w:eastAsia="Cambria"/>
              </w:rPr>
              <w:t>, Rzeszów 2016,</w:t>
            </w:r>
          </w:p>
          <w:p w:rsidR="00DD15BE" w:rsidRPr="00EC40FD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imprez masowych</w:t>
            </w:r>
            <w:r w:rsidRPr="00EC40FD">
              <w:rPr>
                <w:rFonts w:eastAsia="Cambria"/>
              </w:rPr>
              <w:t>, Rzeszów 2012,</w:t>
            </w:r>
          </w:p>
          <w:p w:rsidR="00DD15BE" w:rsidRPr="00EC40FD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publicznej w Polsce</w:t>
            </w:r>
            <w:r>
              <w:rPr>
                <w:rFonts w:eastAsia="Cambria"/>
              </w:rPr>
              <w:t>, Rzeszów 2016,</w:t>
            </w:r>
          </w:p>
          <w:p w:rsidR="00DD15BE" w:rsidRPr="00EC40FD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wewnętrzne państwa</w:t>
            </w:r>
            <w:r w:rsidRPr="00EC40FD">
              <w:rPr>
                <w:rFonts w:eastAsia="Cambria"/>
              </w:rPr>
              <w:t>, Rzeszów 2015,</w:t>
            </w:r>
          </w:p>
          <w:p w:rsidR="00DD15BE" w:rsidRPr="00EC40FD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lastRenderedPageBreak/>
              <w:t xml:space="preserve">E. Ura, S. Pieprzny, </w:t>
            </w:r>
            <w:r w:rsidRPr="00F77916">
              <w:rPr>
                <w:rFonts w:eastAsia="Cambria"/>
                <w:i/>
              </w:rPr>
              <w:t>Zagadnienia bezpieczeństwa i porządku publicznego w jednostkach samorządu terytorialnego</w:t>
            </w:r>
            <w:r w:rsidRPr="00EC40FD">
              <w:rPr>
                <w:rFonts w:eastAsia="Cambria"/>
              </w:rPr>
              <w:t>, Rzeszów 2018,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E. Feret, S. Pieprzny, </w:t>
            </w:r>
            <w:r w:rsidRPr="00F77916">
              <w:rPr>
                <w:rFonts w:eastAsia="Cambria"/>
                <w:i/>
              </w:rPr>
              <w:t>Jednostka wobec działań administracji publicznej</w:t>
            </w:r>
            <w:r>
              <w:rPr>
                <w:rFonts w:eastAsia="Cambria"/>
              </w:rPr>
              <w:t>, Rzeszów 2016,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Z. Duniewska, B. Jaworska-Dębska, E. Olejniczak-Szałowska, M. Stahl, </w:t>
            </w:r>
            <w:r w:rsidRPr="00F77916">
              <w:rPr>
                <w:rFonts w:eastAsia="Cambria"/>
                <w:i/>
              </w:rPr>
              <w:t>Prawo administracyjne materialne</w:t>
            </w:r>
            <w:r>
              <w:rPr>
                <w:rFonts w:eastAsia="Cambria"/>
              </w:rPr>
              <w:t>, Warszawa 2016,</w:t>
            </w:r>
          </w:p>
          <w:p w:rsidR="00DD15BE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Stelmasiak, M. Zdyb, </w:t>
            </w:r>
            <w:r w:rsidRPr="00F77916">
              <w:rPr>
                <w:rFonts w:eastAsia="Cambria"/>
                <w:i/>
              </w:rPr>
              <w:t>Prawo administracyjne. Część ogólna, ustrojowe prawo administracyjne, wybrane zagadnienia materialnego prawa administracyjnego</w:t>
            </w:r>
            <w:r>
              <w:rPr>
                <w:rFonts w:eastAsia="Cambria"/>
              </w:rPr>
              <w:t>, Wolters Kluwer, Warszawa 2020.</w:t>
            </w:r>
          </w:p>
          <w:p w:rsidR="00BE4374" w:rsidRPr="00835A90" w:rsidRDefault="00DD15BE" w:rsidP="00DD15B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S. Sikorski</w:t>
            </w:r>
            <w:r w:rsidRPr="00F77916">
              <w:rPr>
                <w:rFonts w:eastAsia="Cambria"/>
              </w:rPr>
              <w:t xml:space="preserve">, </w:t>
            </w:r>
            <w:r w:rsidRPr="00F77916">
              <w:rPr>
                <w:rFonts w:eastAsia="Cambria"/>
                <w:i/>
              </w:rPr>
              <w:t>Administracja ochrony zdrowia w Polsce - między świadczeniem a reglamentacją</w:t>
            </w:r>
            <w:r>
              <w:rPr>
                <w:rFonts w:eastAsia="Cambria"/>
              </w:rPr>
              <w:t>, Wolters Kluwer, Warszawa 2021.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2917D5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93B" w:rsidRDefault="0094393B" w:rsidP="00C16ABF">
      <w:pPr>
        <w:spacing w:after="0" w:line="240" w:lineRule="auto"/>
      </w:pPr>
      <w:r>
        <w:separator/>
      </w:r>
    </w:p>
  </w:endnote>
  <w:endnote w:type="continuationSeparator" w:id="0">
    <w:p w:rsidR="0094393B" w:rsidRDefault="009439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93B" w:rsidRDefault="0094393B" w:rsidP="00C16ABF">
      <w:pPr>
        <w:spacing w:after="0" w:line="240" w:lineRule="auto"/>
      </w:pPr>
      <w:r>
        <w:separator/>
      </w:r>
    </w:p>
  </w:footnote>
  <w:footnote w:type="continuationSeparator" w:id="0">
    <w:p w:rsidR="0094393B" w:rsidRDefault="0094393B" w:rsidP="00C16ABF">
      <w:pPr>
        <w:spacing w:after="0" w:line="240" w:lineRule="auto"/>
      </w:pPr>
      <w:r>
        <w:continuationSeparator/>
      </w:r>
    </w:p>
  </w:footnote>
  <w:footnote w:id="1">
    <w:p w:rsidR="00D935AE" w:rsidRDefault="00D935AE" w:rsidP="00D935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8087A"/>
    <w:rsid w:val="00192F37"/>
    <w:rsid w:val="001A5746"/>
    <w:rsid w:val="001A70D2"/>
    <w:rsid w:val="001C44E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B98"/>
    <w:rsid w:val="00275C2A"/>
    <w:rsid w:val="00281FF2"/>
    <w:rsid w:val="002857DE"/>
    <w:rsid w:val="00291567"/>
    <w:rsid w:val="002917D5"/>
    <w:rsid w:val="00295E0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14E3C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7C2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E3298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61D21"/>
    <w:rsid w:val="0056696D"/>
    <w:rsid w:val="00571B4C"/>
    <w:rsid w:val="0059484D"/>
    <w:rsid w:val="005A0855"/>
    <w:rsid w:val="005A3196"/>
    <w:rsid w:val="005B220B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032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E2C"/>
    <w:rsid w:val="0078168C"/>
    <w:rsid w:val="00787C2A"/>
    <w:rsid w:val="00790E27"/>
    <w:rsid w:val="007A4022"/>
    <w:rsid w:val="007A6E6E"/>
    <w:rsid w:val="007C1E25"/>
    <w:rsid w:val="007C3299"/>
    <w:rsid w:val="007C3BCC"/>
    <w:rsid w:val="007C4546"/>
    <w:rsid w:val="007D6E56"/>
    <w:rsid w:val="007E15F8"/>
    <w:rsid w:val="007F4155"/>
    <w:rsid w:val="00814BFE"/>
    <w:rsid w:val="0081554D"/>
    <w:rsid w:val="0081707E"/>
    <w:rsid w:val="00835A90"/>
    <w:rsid w:val="008449B3"/>
    <w:rsid w:val="008539E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37BE"/>
    <w:rsid w:val="008E64F4"/>
    <w:rsid w:val="008F12C9"/>
    <w:rsid w:val="008F6E29"/>
    <w:rsid w:val="00916188"/>
    <w:rsid w:val="00923D7D"/>
    <w:rsid w:val="0094393B"/>
    <w:rsid w:val="009508DF"/>
    <w:rsid w:val="00950DAC"/>
    <w:rsid w:val="00954A07"/>
    <w:rsid w:val="00966328"/>
    <w:rsid w:val="00983469"/>
    <w:rsid w:val="0099520F"/>
    <w:rsid w:val="00997F14"/>
    <w:rsid w:val="009A78D9"/>
    <w:rsid w:val="009B7789"/>
    <w:rsid w:val="009C3E31"/>
    <w:rsid w:val="009C54AE"/>
    <w:rsid w:val="009C788E"/>
    <w:rsid w:val="009E3B41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B053C"/>
    <w:rsid w:val="00AD1146"/>
    <w:rsid w:val="00AD27D3"/>
    <w:rsid w:val="00AD66D6"/>
    <w:rsid w:val="00AE03AC"/>
    <w:rsid w:val="00AE1160"/>
    <w:rsid w:val="00AE203C"/>
    <w:rsid w:val="00AE2E74"/>
    <w:rsid w:val="00AE5FCB"/>
    <w:rsid w:val="00AF0105"/>
    <w:rsid w:val="00AF2C1E"/>
    <w:rsid w:val="00B06142"/>
    <w:rsid w:val="00B135B1"/>
    <w:rsid w:val="00B3130B"/>
    <w:rsid w:val="00B40ADB"/>
    <w:rsid w:val="00B42E42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A2622"/>
    <w:rsid w:val="00BB520A"/>
    <w:rsid w:val="00BD3869"/>
    <w:rsid w:val="00BD66E9"/>
    <w:rsid w:val="00BD6FF4"/>
    <w:rsid w:val="00BE437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66DF"/>
    <w:rsid w:val="00C94B98"/>
    <w:rsid w:val="00CA2B96"/>
    <w:rsid w:val="00CA5089"/>
    <w:rsid w:val="00CC525D"/>
    <w:rsid w:val="00CD6897"/>
    <w:rsid w:val="00CE5BAC"/>
    <w:rsid w:val="00CF25BE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74119"/>
    <w:rsid w:val="00D8075B"/>
    <w:rsid w:val="00D8678B"/>
    <w:rsid w:val="00D935AE"/>
    <w:rsid w:val="00DA2114"/>
    <w:rsid w:val="00DD15BE"/>
    <w:rsid w:val="00DE09C0"/>
    <w:rsid w:val="00DE1049"/>
    <w:rsid w:val="00DE4A14"/>
    <w:rsid w:val="00DF320D"/>
    <w:rsid w:val="00DF71C8"/>
    <w:rsid w:val="00E126D9"/>
    <w:rsid w:val="00E129B8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960BB"/>
    <w:rsid w:val="00E972D2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35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2D6D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5F2D7-C6B6-4E4A-A430-2F089FB91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7</Pages>
  <Words>1970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2021-10-26T07:34:00Z</dcterms:created>
  <dcterms:modified xsi:type="dcterms:W3CDTF">2022-11-29T11:39:00Z</dcterms:modified>
</cp:coreProperties>
</file>